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2AD" w:rsidRDefault="009D0B35" w:rsidP="00F33451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3262630</wp:posOffset>
                </wp:positionH>
                <wp:positionV relativeFrom="paragraph">
                  <wp:posOffset>8501380</wp:posOffset>
                </wp:positionV>
                <wp:extent cx="3771900" cy="1152525"/>
                <wp:effectExtent l="123825" t="466725" r="0" b="333375"/>
                <wp:wrapNone/>
                <wp:docPr id="1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021158">
                          <a:off x="0" y="0"/>
                          <a:ext cx="3771900" cy="1152525"/>
                        </a:xfrm>
                        <a:prstGeom prst="curvedUpArrow">
                          <a:avLst>
                            <a:gd name="adj1" fmla="val 14439"/>
                            <a:gd name="adj2" fmla="val 62924"/>
                            <a:gd name="adj3" fmla="val 40181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AutoShape 13" o:spid="_x0000_s1026" type="#_x0000_t104" style="position:absolute;margin-left:256.9pt;margin-top:669.4pt;width:297pt;height:90.75pt;rotation:-1115377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" adj="17447,20000,8679" fillcolor="white [3201]" strokecolor="#f79646 [3209]" strokeweight="2.5pt">
                <v:shadow color="#868686"/>
              </v:shape>
            </w:pict>
          </mc:Fallback>
        </mc:AlternateContent>
      </w:r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4154804</wp:posOffset>
            </wp:positionH>
            <wp:positionV relativeFrom="paragraph">
              <wp:posOffset>7505700</wp:posOffset>
            </wp:positionV>
            <wp:extent cx="2752725" cy="1423823"/>
            <wp:effectExtent l="76200" t="76200" r="104775" b="11938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42382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309880</wp:posOffset>
                </wp:positionH>
                <wp:positionV relativeFrom="paragraph">
                  <wp:posOffset>2538730</wp:posOffset>
                </wp:positionV>
                <wp:extent cx="6896100" cy="7467600"/>
                <wp:effectExtent l="0" t="0" r="4445" b="4445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0" cy="746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1DBE" w:rsidRDefault="00551DBE" w:rsidP="00551DBE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</w:pPr>
                            <w:r w:rsidRPr="00551DBE"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t xml:space="preserve">We will do our own apps (fake) in 20! </w:t>
                            </w: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t xml:space="preserve">You just have to </w:t>
                            </w: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br/>
                              <w:t>follow this guide and we will easily make an app for your</w:t>
                            </w: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br/>
                              <w:t>phone that will work directly. First thing is to visit the web-</w:t>
                            </w: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br/>
                              <w:t xml:space="preserve">site </w:t>
                            </w:r>
                            <w:hyperlink r:id="rId9" w:history="1">
                              <w:r w:rsidRPr="00551DBE">
                                <w:rPr>
                                  <w:rStyle w:val="Hyperlink"/>
                                  <w:rFonts w:asciiTheme="majorHAnsi" w:hAnsiTheme="majorHAnsi"/>
                                  <w:color w:val="8DB3E2" w:themeColor="text2" w:themeTint="66"/>
                                  <w:sz w:val="20"/>
                                  <w:szCs w:val="18"/>
                                </w:rPr>
                                <w:t>www.yapp.us</w:t>
                              </w:r>
                            </w:hyperlink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t xml:space="preserve"> and sign up for an account.</w:t>
                            </w:r>
                          </w:p>
                          <w:p w:rsidR="00551DBE" w:rsidRDefault="00551DBE" w:rsidP="00551DBE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</w:pPr>
                          </w:p>
                          <w:p w:rsidR="00551DBE" w:rsidRDefault="00551DBE" w:rsidP="00551D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t xml:space="preserve">Log in and chose the alternative </w:t>
                            </w:r>
                            <w:r w:rsidRPr="00551DBE">
                              <w:rPr>
                                <w:rFonts w:asciiTheme="majorHAnsi" w:hAnsiTheme="majorHAnsi"/>
                                <w:b/>
                                <w:color w:val="F79646" w:themeColor="accent6"/>
                                <w:sz w:val="20"/>
                                <w:szCs w:val="18"/>
                              </w:rPr>
                              <w:t>Create new Yapp</w:t>
                            </w: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t>.</w:t>
                            </w:r>
                          </w:p>
                          <w:p w:rsidR="00CF6DCE" w:rsidRDefault="00551DBE" w:rsidP="00551D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t>Put a Title and subtitle to your Yapp.</w:t>
                            </w: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br/>
                              <w:t>Then insert a suitable photo as well.</w:t>
                            </w:r>
                            <w:r w:rsidR="00CF6DCE"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br/>
                              <w:t xml:space="preserve">Also browse for a photo and insert it </w:t>
                            </w:r>
                            <w:r w:rsidR="00CF6DCE"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br/>
                              <w:t>to your Yapp. You can adjust the size</w:t>
                            </w:r>
                            <w:r w:rsidR="00CF6DCE"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br/>
                              <w:t>of the picture.</w:t>
                            </w:r>
                          </w:p>
                          <w:p w:rsidR="00CF6DCE" w:rsidRDefault="00CF6DCE" w:rsidP="00CF6DC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t>You can also change theme for the</w:t>
                            </w: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br/>
                              <w:t xml:space="preserve">lay-out. There are not many but some </w:t>
                            </w: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br/>
                              <w:t>may suite your mind.</w:t>
                            </w:r>
                          </w:p>
                          <w:p w:rsidR="00CF6DCE" w:rsidRDefault="00CF6DCE" w:rsidP="00CF6DC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t>There are already some pages made</w:t>
                            </w: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br/>
                              <w:t>for you. Invitation, gallery, schedule and</w:t>
                            </w: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br/>
                            </w:r>
                            <w:r w:rsidR="0052715A"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t xml:space="preserve">News feed are there and you can edit </w:t>
                            </w:r>
                            <w:r w:rsidR="0052715A"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br/>
                              <w:t>these labels</w:t>
                            </w: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52715A"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t>at top of menu-bar to the</w:t>
                            </w:r>
                            <w:r w:rsidR="0052715A"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br/>
                              <w:t>left.</w:t>
                            </w:r>
                          </w:p>
                          <w:p w:rsidR="0052715A" w:rsidRDefault="0052715A" w:rsidP="00CF6DC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t>You can also create new pages like</w:t>
                            </w: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br/>
                              <w:t>simple text, poll, members, video,</w:t>
                            </w: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br/>
                              <w:t>pics, information and Twitter.</w:t>
                            </w:r>
                          </w:p>
                          <w:p w:rsidR="0052715A" w:rsidRDefault="0052715A" w:rsidP="00CF6DC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t xml:space="preserve">Fill your pages with information like the members name, </w:t>
                            </w: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br/>
                              <w:t>mail and phone number.</w:t>
                            </w:r>
                          </w:p>
                          <w:p w:rsidR="0052715A" w:rsidRDefault="0052715A" w:rsidP="00CF6DC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t>Preview to save and publish!</w:t>
                            </w:r>
                            <w:r w:rsidR="009D0B35"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t xml:space="preserve"> Your Yapp is created</w:t>
                            </w:r>
                            <w:r w:rsidR="009D0B35"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br/>
                              <w:t>and published. Share it through Facebook, E-mail,</w:t>
                            </w:r>
                            <w:r w:rsidR="009D0B35"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br/>
                              <w:t>QR, Tweet, SMS.</w:t>
                            </w:r>
                          </w:p>
                          <w:p w:rsidR="009D0B35" w:rsidRDefault="009D0B35" w:rsidP="00CF6DC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t>Download the App Yapp from App Store or Google Play.</w:t>
                            </w:r>
                          </w:p>
                          <w:p w:rsidR="009D0B35" w:rsidRDefault="009D0B35" w:rsidP="00CF6DC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t>Put the code into your app in the phone!</w:t>
                            </w:r>
                          </w:p>
                          <w:p w:rsidR="009D0B35" w:rsidRPr="00CF6DCE" w:rsidRDefault="009D0B35" w:rsidP="00CF6DC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t xml:space="preserve">Socialize </w:t>
                            </w:r>
                            <w:r w:rsidRPr="009D0B35">
                              <w:rPr>
                                <w:rFonts w:asciiTheme="majorHAnsi" w:hAnsiTheme="majorHAnsi"/>
                                <w:color w:val="FFFFFF" w:themeColor="background1"/>
                                <w:sz w:val="20"/>
                                <w:szCs w:val="18"/>
                              </w:rPr>
                              <w:sym w:font="Wingdings" w:char="F04A"/>
                            </w:r>
                          </w:p>
                          <w:p w:rsidR="00D71E8E" w:rsidRPr="00D12D14" w:rsidRDefault="00D71E8E" w:rsidP="00551DBE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</w:rPr>
                            </w:pPr>
                          </w:p>
                          <w:p w:rsidR="00D71E8E" w:rsidRPr="00D12D14" w:rsidRDefault="00D71E8E" w:rsidP="00551DBE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4.4pt;margin-top:199.9pt;width:543pt;height:58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kvvtAIAALs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" filled="f" stroked="f">
                <v:textbox>
                  <w:txbxContent>
                    <w:p w:rsidR="00551DBE" w:rsidRDefault="00551DBE" w:rsidP="00551DBE">
                      <w:pPr>
                        <w:spacing w:line="360" w:lineRule="auto"/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</w:pPr>
                      <w:r w:rsidRPr="00551DBE"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t xml:space="preserve">We will do our own apps (fake) in 20! </w:t>
                      </w:r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t xml:space="preserve">You just have to </w:t>
                      </w:r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br/>
                        <w:t>follow this guide and we will easily make an app for your</w:t>
                      </w:r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br/>
                        <w:t>phone that will work directly. First thing is to visit the web-</w:t>
                      </w:r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br/>
                        <w:t xml:space="preserve">site </w:t>
                      </w:r>
                      <w:hyperlink r:id="rId10" w:history="1">
                        <w:r w:rsidRPr="00551DBE">
                          <w:rPr>
                            <w:rStyle w:val="Hyperlink"/>
                            <w:rFonts w:asciiTheme="majorHAnsi" w:hAnsiTheme="majorHAnsi"/>
                            <w:color w:val="8DB3E2" w:themeColor="text2" w:themeTint="66"/>
                            <w:sz w:val="20"/>
                            <w:szCs w:val="18"/>
                          </w:rPr>
                          <w:t>www.yapp.us</w:t>
                        </w:r>
                      </w:hyperlink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t xml:space="preserve"> and sign up for an account.</w:t>
                      </w:r>
                    </w:p>
                    <w:p w:rsidR="00551DBE" w:rsidRDefault="00551DBE" w:rsidP="00551DBE">
                      <w:pPr>
                        <w:spacing w:line="360" w:lineRule="auto"/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</w:pPr>
                    </w:p>
                    <w:p w:rsidR="00551DBE" w:rsidRDefault="00551DBE" w:rsidP="00551D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t xml:space="preserve">Log in and chose the alternative </w:t>
                      </w:r>
                      <w:r w:rsidRPr="00551DBE">
                        <w:rPr>
                          <w:rFonts w:asciiTheme="majorHAnsi" w:hAnsiTheme="majorHAnsi"/>
                          <w:b/>
                          <w:color w:val="F79646" w:themeColor="accent6"/>
                          <w:sz w:val="20"/>
                          <w:szCs w:val="18"/>
                        </w:rPr>
                        <w:t>Create new Yapp</w:t>
                      </w:r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t>.</w:t>
                      </w:r>
                    </w:p>
                    <w:p w:rsidR="00CF6DCE" w:rsidRDefault="00551DBE" w:rsidP="00551D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t>Put a Title and subtitle to your Yapp.</w:t>
                      </w:r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br/>
                        <w:t>Then insert a suitable photo as well.</w:t>
                      </w:r>
                      <w:r w:rsidR="00CF6DCE"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br/>
                        <w:t xml:space="preserve">Also browse for a photo and insert it </w:t>
                      </w:r>
                      <w:r w:rsidR="00CF6DCE"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br/>
                        <w:t>to your Yapp. You can adjust the size</w:t>
                      </w:r>
                      <w:r w:rsidR="00CF6DCE"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br/>
                        <w:t>of the picture.</w:t>
                      </w:r>
                    </w:p>
                    <w:p w:rsidR="00CF6DCE" w:rsidRDefault="00CF6DCE" w:rsidP="00CF6DC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t>You can also change theme for the</w:t>
                      </w:r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br/>
                        <w:t xml:space="preserve">lay-out. There are not many but some </w:t>
                      </w:r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br/>
                        <w:t>may suite your mind.</w:t>
                      </w:r>
                    </w:p>
                    <w:p w:rsidR="00CF6DCE" w:rsidRDefault="00CF6DCE" w:rsidP="00CF6DC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t>There are already some pages made</w:t>
                      </w:r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br/>
                        <w:t>for you. Invitation, gallery, schedule and</w:t>
                      </w:r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br/>
                      </w:r>
                      <w:r w:rsidR="0052715A"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t xml:space="preserve">News feed are there and you can edit </w:t>
                      </w:r>
                      <w:r w:rsidR="0052715A"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br/>
                        <w:t>these labels</w:t>
                      </w:r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t xml:space="preserve"> </w:t>
                      </w:r>
                      <w:r w:rsidR="0052715A"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t>at top of menu-bar to the</w:t>
                      </w:r>
                      <w:r w:rsidR="0052715A"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br/>
                        <w:t>left.</w:t>
                      </w:r>
                    </w:p>
                    <w:p w:rsidR="0052715A" w:rsidRDefault="0052715A" w:rsidP="00CF6DC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t>You can also create new pages like</w:t>
                      </w:r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br/>
                        <w:t>simple text, poll, members, video,</w:t>
                      </w:r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br/>
                        <w:t>pics, information and Twitter.</w:t>
                      </w:r>
                    </w:p>
                    <w:p w:rsidR="0052715A" w:rsidRDefault="0052715A" w:rsidP="00CF6DC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t xml:space="preserve">Fill your pages with information like the members name, </w:t>
                      </w:r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br/>
                        <w:t>mail and phone number.</w:t>
                      </w:r>
                    </w:p>
                    <w:p w:rsidR="0052715A" w:rsidRDefault="0052715A" w:rsidP="00CF6DC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t>Preview to save and publish!</w:t>
                      </w:r>
                      <w:r w:rsidR="009D0B35"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t xml:space="preserve"> Your Yapp is created</w:t>
                      </w:r>
                      <w:r w:rsidR="009D0B35"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br/>
                        <w:t>and published. Share it through Facebook, E-mail,</w:t>
                      </w:r>
                      <w:r w:rsidR="009D0B35"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br/>
                        <w:t>QR, Tweet, SMS.</w:t>
                      </w:r>
                    </w:p>
                    <w:p w:rsidR="009D0B35" w:rsidRDefault="009D0B35" w:rsidP="00CF6DC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t>Download the App Yapp from App Store or Google Play.</w:t>
                      </w:r>
                    </w:p>
                    <w:p w:rsidR="009D0B35" w:rsidRDefault="009D0B35" w:rsidP="00CF6DC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t>Put the code into your app in the phone!</w:t>
                      </w:r>
                    </w:p>
                    <w:p w:rsidR="009D0B35" w:rsidRPr="00CF6DCE" w:rsidRDefault="009D0B35" w:rsidP="00CF6DC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t xml:space="preserve">Socialize </w:t>
                      </w:r>
                      <w:r w:rsidRPr="009D0B35">
                        <w:rPr>
                          <w:rFonts w:asciiTheme="majorHAnsi" w:hAnsiTheme="majorHAnsi"/>
                          <w:color w:val="FFFFFF" w:themeColor="background1"/>
                          <w:sz w:val="20"/>
                          <w:szCs w:val="18"/>
                        </w:rPr>
                        <w:sym w:font="Wingdings" w:char="F04A"/>
                      </w:r>
                    </w:p>
                    <w:p w:rsidR="00D71E8E" w:rsidRPr="00D12D14" w:rsidRDefault="00D71E8E" w:rsidP="00551DBE">
                      <w:pPr>
                        <w:rPr>
                          <w:rFonts w:asciiTheme="majorHAnsi" w:hAnsiTheme="majorHAnsi"/>
                          <w:color w:val="FFFFFF" w:themeColor="background1"/>
                        </w:rPr>
                      </w:pPr>
                    </w:p>
                    <w:p w:rsidR="00D71E8E" w:rsidRPr="00D12D14" w:rsidRDefault="00D71E8E" w:rsidP="00551DBE">
                      <w:pPr>
                        <w:rPr>
                          <w:rFonts w:asciiTheme="majorHAnsi" w:hAnsiTheme="majorHAnsi"/>
                          <w:color w:val="FFFFFF" w:themeColor="background1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2715A"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 wp14:anchorId="28B09EEB" wp14:editId="1ACD715E">
            <wp:simplePos x="0" y="0"/>
            <wp:positionH relativeFrom="column">
              <wp:posOffset>5557520</wp:posOffset>
            </wp:positionH>
            <wp:positionV relativeFrom="paragraph">
              <wp:posOffset>6133465</wp:posOffset>
            </wp:positionV>
            <wp:extent cx="1571625" cy="548586"/>
            <wp:effectExtent l="76200" t="76200" r="104775" b="11874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548586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715A"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 wp14:anchorId="5682EE60" wp14:editId="77FFC0CC">
            <wp:simplePos x="0" y="0"/>
            <wp:positionH relativeFrom="column">
              <wp:posOffset>4112240</wp:posOffset>
            </wp:positionH>
            <wp:positionV relativeFrom="paragraph">
              <wp:posOffset>5594531</wp:posOffset>
            </wp:positionV>
            <wp:extent cx="1550977" cy="1976640"/>
            <wp:effectExtent l="457200" t="323850" r="487680" b="36703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45924">
                      <a:off x="0" y="0"/>
                      <a:ext cx="1550977" cy="197664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6DCE"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29944FD7" wp14:editId="39C7BD27">
            <wp:simplePos x="0" y="0"/>
            <wp:positionH relativeFrom="column">
              <wp:posOffset>3232785</wp:posOffset>
            </wp:positionH>
            <wp:positionV relativeFrom="paragraph">
              <wp:posOffset>5786755</wp:posOffset>
            </wp:positionV>
            <wp:extent cx="629440" cy="1365884"/>
            <wp:effectExtent l="76200" t="76200" r="113665" b="1206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440" cy="136588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1DBE"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 wp14:anchorId="3EB05709" wp14:editId="0E07D442">
            <wp:simplePos x="0" y="0"/>
            <wp:positionH relativeFrom="column">
              <wp:posOffset>5424806</wp:posOffset>
            </wp:positionH>
            <wp:positionV relativeFrom="paragraph">
              <wp:posOffset>4396105</wp:posOffset>
            </wp:positionV>
            <wp:extent cx="1559560" cy="1301750"/>
            <wp:effectExtent l="285750" t="361950" r="250190" b="3937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511648">
                      <a:off x="0" y="0"/>
                      <a:ext cx="1559560" cy="13017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1DBE"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 wp14:anchorId="5D668F3D" wp14:editId="4291F7E5">
            <wp:simplePos x="0" y="0"/>
            <wp:positionH relativeFrom="column">
              <wp:posOffset>3234055</wp:posOffset>
            </wp:positionH>
            <wp:positionV relativeFrom="paragraph">
              <wp:posOffset>4062730</wp:posOffset>
            </wp:positionV>
            <wp:extent cx="2142271" cy="1592074"/>
            <wp:effectExtent l="76200" t="76200" r="106045" b="1225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2271" cy="159207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1DBE">
        <w:rPr>
          <w:noProof/>
          <w:lang w:eastAsia="zh-CN"/>
        </w:rPr>
        <w:drawing>
          <wp:anchor distT="0" distB="0" distL="114300" distR="114300" simplePos="0" relativeHeight="251657216" behindDoc="0" locked="0" layoutInCell="1" allowOverlap="1" wp14:anchorId="74DFD2C5" wp14:editId="49A5D3D1">
            <wp:simplePos x="0" y="0"/>
            <wp:positionH relativeFrom="column">
              <wp:posOffset>4634230</wp:posOffset>
            </wp:positionH>
            <wp:positionV relativeFrom="paragraph">
              <wp:posOffset>3376930</wp:posOffset>
            </wp:positionV>
            <wp:extent cx="2047875" cy="523875"/>
            <wp:effectExtent l="76200" t="76200" r="123825" b="1238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5238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1DBE">
        <w:rPr>
          <w:noProof/>
          <w:lang w:eastAsia="zh-CN"/>
        </w:rPr>
        <w:drawing>
          <wp:anchor distT="0" distB="0" distL="114300" distR="114300" simplePos="0" relativeHeight="251654144" behindDoc="0" locked="0" layoutInCell="1" allowOverlap="1" wp14:anchorId="79BBC354" wp14:editId="33415584">
            <wp:simplePos x="0" y="0"/>
            <wp:positionH relativeFrom="column">
              <wp:posOffset>3957956</wp:posOffset>
            </wp:positionH>
            <wp:positionV relativeFrom="paragraph">
              <wp:posOffset>1938655</wp:posOffset>
            </wp:positionV>
            <wp:extent cx="2944495" cy="1609725"/>
            <wp:effectExtent l="152400" t="342900" r="122555" b="3333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55957">
                      <a:off x="0" y="0"/>
                      <a:ext cx="294449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309880</wp:posOffset>
                </wp:positionH>
                <wp:positionV relativeFrom="paragraph">
                  <wp:posOffset>719455</wp:posOffset>
                </wp:positionV>
                <wp:extent cx="2809875" cy="685800"/>
                <wp:effectExtent l="0" t="0" r="4445" b="44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2D14" w:rsidRPr="00D12D14" w:rsidRDefault="00551DBE" w:rsidP="00D12D14">
                            <w:pPr>
                              <w:spacing w:line="16" w:lineRule="atLeast"/>
                              <w:rPr>
                                <w:rFonts w:ascii="Arial Black" w:hAnsi="Arial Black" w:cstheme="minorHAnsi"/>
                                <w:color w:val="FFFFFF" w:themeColor="background1"/>
                                <w:spacing w:val="-20"/>
                                <w:kern w:val="7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Black" w:hAnsi="Arial Black" w:cstheme="minorHAnsi"/>
                                <w:color w:val="FFFFFF" w:themeColor="background1"/>
                                <w:spacing w:val="-20"/>
                                <w:kern w:val="72"/>
                                <w:sz w:val="40"/>
                                <w:szCs w:val="40"/>
                              </w:rPr>
                              <w:t>Make your own App</w:t>
                            </w:r>
                          </w:p>
                          <w:p w:rsidR="00D12D14" w:rsidRPr="00D71E8E" w:rsidRDefault="00D12D14" w:rsidP="00D12D14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4.4pt;margin-top:56.65pt;width:221.25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" filled="f" stroked="f">
                <v:textbox>
                  <w:txbxContent>
                    <w:p w:rsidR="00D12D14" w:rsidRPr="00D12D14" w:rsidRDefault="00551DBE" w:rsidP="00D12D14">
                      <w:pPr>
                        <w:spacing w:line="16" w:lineRule="atLeast"/>
                        <w:rPr>
                          <w:rFonts w:ascii="Arial Black" w:hAnsi="Arial Black" w:cstheme="minorHAnsi"/>
                          <w:color w:val="FFFFFF" w:themeColor="background1"/>
                          <w:spacing w:val="-20"/>
                          <w:kern w:val="72"/>
                          <w:sz w:val="40"/>
                          <w:szCs w:val="40"/>
                        </w:rPr>
                      </w:pPr>
                      <w:r>
                        <w:rPr>
                          <w:rFonts w:ascii="Arial Black" w:hAnsi="Arial Black" w:cstheme="minorHAnsi"/>
                          <w:color w:val="FFFFFF" w:themeColor="background1"/>
                          <w:spacing w:val="-20"/>
                          <w:kern w:val="72"/>
                          <w:sz w:val="40"/>
                          <w:szCs w:val="40"/>
                        </w:rPr>
                        <w:t>Make your own App</w:t>
                      </w:r>
                    </w:p>
                    <w:p w:rsidR="00D12D14" w:rsidRPr="00D71E8E" w:rsidRDefault="00D12D14" w:rsidP="00D12D14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252730</wp:posOffset>
                </wp:positionH>
                <wp:positionV relativeFrom="paragraph">
                  <wp:posOffset>186055</wp:posOffset>
                </wp:positionV>
                <wp:extent cx="2809875" cy="685800"/>
                <wp:effectExtent l="0" t="0" r="4445" b="4445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4877" w:rsidRPr="00D12D14" w:rsidRDefault="00551DBE" w:rsidP="00F827EC">
                            <w:pPr>
                              <w:spacing w:line="16" w:lineRule="atLeast"/>
                              <w:rPr>
                                <w:rFonts w:ascii="Arial Black" w:hAnsi="Arial Black" w:cstheme="minorHAnsi"/>
                                <w:color w:val="FFC000"/>
                                <w:spacing w:val="-20"/>
                                <w:kern w:val="72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rial Black" w:hAnsi="Arial Black" w:cstheme="minorHAnsi"/>
                                <w:color w:val="FFC000"/>
                                <w:spacing w:val="-20"/>
                                <w:kern w:val="72"/>
                                <w:sz w:val="60"/>
                                <w:szCs w:val="60"/>
                              </w:rPr>
                              <w:t>Yapps</w:t>
                            </w:r>
                          </w:p>
                          <w:p w:rsidR="00AD4877" w:rsidRPr="00D71E8E" w:rsidRDefault="00AD4877" w:rsidP="00AD4877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19.9pt;margin-top:14.65pt;width:221.2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" filled="f" stroked="f">
                <v:textbox>
                  <w:txbxContent>
                    <w:p w:rsidR="00AD4877" w:rsidRPr="00D12D14" w:rsidRDefault="00551DBE" w:rsidP="00F827EC">
                      <w:pPr>
                        <w:spacing w:line="16" w:lineRule="atLeast"/>
                        <w:rPr>
                          <w:rFonts w:ascii="Arial Black" w:hAnsi="Arial Black" w:cstheme="minorHAnsi"/>
                          <w:color w:val="FFC000"/>
                          <w:spacing w:val="-20"/>
                          <w:kern w:val="72"/>
                          <w:sz w:val="60"/>
                          <w:szCs w:val="60"/>
                        </w:rPr>
                      </w:pPr>
                      <w:r>
                        <w:rPr>
                          <w:rFonts w:ascii="Arial Black" w:hAnsi="Arial Black" w:cstheme="minorHAnsi"/>
                          <w:color w:val="FFC000"/>
                          <w:spacing w:val="-20"/>
                          <w:kern w:val="72"/>
                          <w:sz w:val="60"/>
                          <w:szCs w:val="60"/>
                        </w:rPr>
                        <w:t>Yapps</w:t>
                      </w:r>
                    </w:p>
                    <w:p w:rsidR="00AD4877" w:rsidRPr="00D71E8E" w:rsidRDefault="00AD4877" w:rsidP="00AD4877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3F03D2">
        <w:rPr>
          <w:noProof/>
          <w:lang w:eastAsia="zh-CN"/>
        </w:rPr>
        <w:drawing>
          <wp:inline distT="0" distB="0" distL="0" distR="0" wp14:anchorId="73DEB308" wp14:editId="41873982">
            <wp:extent cx="7380605" cy="10511790"/>
            <wp:effectExtent l="19050" t="0" r="0" b="0"/>
            <wp:docPr id="10" name="Picture 9" descr="36_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_in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80605" cy="1051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962AD" w:rsidSect="00763AA9">
      <w:pgSz w:w="11906" w:h="16838"/>
      <w:pgMar w:top="142" w:right="140" w:bottom="142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74D3"/>
    <w:multiLevelType w:val="hybridMultilevel"/>
    <w:tmpl w:val="0BCC12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DBE"/>
    <w:rsid w:val="000845AF"/>
    <w:rsid w:val="001962AD"/>
    <w:rsid w:val="002471E8"/>
    <w:rsid w:val="00295020"/>
    <w:rsid w:val="00332BC8"/>
    <w:rsid w:val="003F03D2"/>
    <w:rsid w:val="0046336E"/>
    <w:rsid w:val="00524509"/>
    <w:rsid w:val="0052715A"/>
    <w:rsid w:val="00551DBE"/>
    <w:rsid w:val="006C627C"/>
    <w:rsid w:val="00763AA9"/>
    <w:rsid w:val="00845075"/>
    <w:rsid w:val="009D0B35"/>
    <w:rsid w:val="00A66989"/>
    <w:rsid w:val="00AD4877"/>
    <w:rsid w:val="00C7744C"/>
    <w:rsid w:val="00CF6DCE"/>
    <w:rsid w:val="00D12D14"/>
    <w:rsid w:val="00D71E8E"/>
    <w:rsid w:val="00F2106E"/>
    <w:rsid w:val="00F33451"/>
    <w:rsid w:val="00F8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45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D71E8E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551DB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1D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45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D71E8E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551DB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1D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hyperlink" Target="http://www.yapp.us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yapp.us" TargetMode="External"/><Relationship Id="rId1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ew%20Hah\AppData\Roaming\Microsoft\Templates\BoxedArt_StarsRepor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6602C-A1F1-4A3B-ACC7-B13382265D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A63115-38B6-4C3E-8272-E075DB2B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BoxedArt_StarsReport.dotx</Template>
  <TotalTime>43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Yew Hah</dc:creator>
  <cp:lastModifiedBy>Yew Hah</cp:lastModifiedBy>
  <cp:revision>1</cp:revision>
  <dcterms:created xsi:type="dcterms:W3CDTF">2014-10-07T07:43:00Z</dcterms:created>
  <dcterms:modified xsi:type="dcterms:W3CDTF">2014-10-07T08:26:00Z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TC019518329991</vt:lpwstr>
  </property>
</Properties>
</file>